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047" w:rsidRPr="00ED0DC2" w:rsidRDefault="003F4047" w:rsidP="00AD27A8">
      <w:pPr>
        <w:pStyle w:val="Header"/>
        <w:jc w:val="center"/>
      </w:pPr>
      <w:r w:rsidRPr="00ED0DC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ajg1" style="width:51.75pt;height:66pt;visibility:visible">
            <v:imagedata r:id="rId7" o:title=""/>
          </v:shape>
        </w:pict>
      </w:r>
    </w:p>
    <w:p w:rsidR="003F4047" w:rsidRPr="00ED0DC2" w:rsidRDefault="003F4047" w:rsidP="00AD27A8">
      <w:pPr>
        <w:pStyle w:val="Header"/>
        <w:jc w:val="center"/>
        <w:rPr>
          <w:b/>
        </w:rPr>
      </w:pPr>
      <w:r w:rsidRPr="00ED0DC2">
        <w:rPr>
          <w:b/>
        </w:rPr>
        <w:t>АДМИНИСТРАЦИЯ ТАЙМЫРСКОГО ДОЛГАНО-НЕНЕЦКОГО МУНИЦИПАЛЬНОГО РАЙОНА</w:t>
      </w:r>
    </w:p>
    <w:p w:rsidR="003F4047" w:rsidRPr="00ED0DC2" w:rsidRDefault="003F4047" w:rsidP="00AD27A8">
      <w:pPr>
        <w:pStyle w:val="Header"/>
        <w:rPr>
          <w:sz w:val="18"/>
        </w:rPr>
      </w:pPr>
    </w:p>
    <w:p w:rsidR="003F4047" w:rsidRPr="00ED0DC2" w:rsidRDefault="003F4047" w:rsidP="00AD27A8">
      <w:pPr>
        <w:pStyle w:val="Header"/>
        <w:jc w:val="center"/>
        <w:rPr>
          <w:b/>
          <w:sz w:val="34"/>
        </w:rPr>
      </w:pPr>
      <w:r w:rsidRPr="00ED0DC2">
        <w:rPr>
          <w:b/>
          <w:sz w:val="34"/>
        </w:rPr>
        <w:t>ФИНАНСОВОЕ    УПРАВЛЕНИЕ</w:t>
      </w:r>
    </w:p>
    <w:p w:rsidR="003F4047" w:rsidRPr="00ED0DC2" w:rsidRDefault="003F4047" w:rsidP="00AD27A8">
      <w:pPr>
        <w:pStyle w:val="Header"/>
        <w:jc w:val="center"/>
        <w:rPr>
          <w:b/>
          <w:sz w:val="34"/>
        </w:rPr>
      </w:pPr>
      <w:r w:rsidRPr="00ED0DC2">
        <w:rPr>
          <w:b/>
          <w:sz w:val="34"/>
        </w:rPr>
        <w:t>(ФИНУ Администрации района)</w:t>
      </w:r>
    </w:p>
    <w:p w:rsidR="003F4047" w:rsidRPr="00ED0DC2" w:rsidRDefault="003F4047" w:rsidP="00AD27A8">
      <w:pPr>
        <w:pStyle w:val="Header"/>
        <w:jc w:val="center"/>
        <w:rPr>
          <w:b/>
          <w:sz w:val="34"/>
        </w:rPr>
      </w:pPr>
    </w:p>
    <w:p w:rsidR="003F4047" w:rsidRPr="00ED0DC2" w:rsidRDefault="003F4047" w:rsidP="00AD27A8">
      <w:pPr>
        <w:pStyle w:val="Header"/>
        <w:jc w:val="center"/>
        <w:rPr>
          <w:b/>
          <w:sz w:val="34"/>
        </w:rPr>
      </w:pPr>
      <w:r w:rsidRPr="00ED0DC2">
        <w:rPr>
          <w:b/>
          <w:sz w:val="34"/>
        </w:rPr>
        <w:t>П Р И К А З</w:t>
      </w:r>
    </w:p>
    <w:p w:rsidR="003F4047" w:rsidRPr="00ED0DC2" w:rsidRDefault="003F4047" w:rsidP="00AD27A8">
      <w:pPr>
        <w:pStyle w:val="Header"/>
        <w:rPr>
          <w:b/>
        </w:rPr>
      </w:pPr>
      <w:r>
        <w:rPr>
          <w:noProof/>
        </w:rPr>
        <w:pict>
          <v:group id="_x0000_s1026" style="position:absolute;margin-left:.45pt;margin-top:3.05pt;width:454.95pt;height:4.8pt;z-index:251658240" coordsize="20000,19968" o:allowincell="f">
            <v:line id="_x0000_s1027" style="position:absolute" from="0,0" to="20000,208" strokeweight="1pt">
              <v:stroke startarrowwidth="narrow" startarrowlength="short" endarrowwidth="narrow" endarrowlength="short"/>
            </v:line>
            <v:line id="_x0000_s1028" style="position:absolute" from="0,19760" to="20000,19968" strokeweight="1pt">
              <v:stroke startarrowwidth="narrow" startarrowlength="short" endarrowwidth="narrow" endarrowlength="short"/>
            </v:line>
          </v:group>
        </w:pict>
      </w:r>
    </w:p>
    <w:p w:rsidR="003F4047" w:rsidRPr="00ED0DC2" w:rsidRDefault="003F4047" w:rsidP="00AD27A8">
      <w:pPr>
        <w:pStyle w:val="Header"/>
        <w:tabs>
          <w:tab w:val="clear" w:pos="4536"/>
          <w:tab w:val="clear" w:pos="9072"/>
          <w:tab w:val="left" w:pos="7740"/>
        </w:tabs>
        <w:rPr>
          <w:b/>
          <w:sz w:val="26"/>
          <w:szCs w:val="26"/>
        </w:rPr>
      </w:pPr>
      <w:r w:rsidRPr="00ED0DC2">
        <w:rPr>
          <w:b/>
          <w:sz w:val="26"/>
          <w:szCs w:val="26"/>
        </w:rPr>
        <w:t xml:space="preserve">«24 » марта </w:t>
      </w:r>
      <w:smartTag w:uri="urn:schemas-microsoft-com:office:smarttags" w:element="metricconverter">
        <w:smartTagPr>
          <w:attr w:name="ProductID" w:val="2017 г"/>
        </w:smartTagPr>
        <w:r w:rsidRPr="00ED0DC2">
          <w:rPr>
            <w:b/>
            <w:sz w:val="26"/>
            <w:szCs w:val="26"/>
          </w:rPr>
          <w:t>2017 г</w:t>
        </w:r>
      </w:smartTag>
      <w:r w:rsidRPr="00ED0DC2">
        <w:rPr>
          <w:b/>
          <w:sz w:val="26"/>
          <w:szCs w:val="26"/>
        </w:rPr>
        <w:t xml:space="preserve">.                                                                                    </w:t>
      </w:r>
      <w:r>
        <w:rPr>
          <w:b/>
          <w:sz w:val="26"/>
          <w:szCs w:val="26"/>
        </w:rPr>
        <w:t xml:space="preserve">     </w:t>
      </w:r>
      <w:r w:rsidRPr="00ED0DC2">
        <w:rPr>
          <w:b/>
          <w:sz w:val="26"/>
          <w:szCs w:val="26"/>
        </w:rPr>
        <w:t xml:space="preserve">     № 33 - П</w:t>
      </w:r>
    </w:p>
    <w:p w:rsidR="003F4047" w:rsidRPr="00ED0DC2" w:rsidRDefault="003F4047" w:rsidP="00AD27A8">
      <w:pPr>
        <w:jc w:val="center"/>
        <w:rPr>
          <w:b/>
          <w:sz w:val="26"/>
          <w:szCs w:val="26"/>
        </w:rPr>
      </w:pPr>
      <w:r w:rsidRPr="00ED0DC2">
        <w:rPr>
          <w:b/>
          <w:sz w:val="26"/>
          <w:szCs w:val="26"/>
        </w:rPr>
        <w:t>г. Дудинка</w:t>
      </w:r>
    </w:p>
    <w:p w:rsidR="003F4047" w:rsidRPr="00ED0DC2" w:rsidRDefault="003F4047" w:rsidP="00AD27A8">
      <w:pPr>
        <w:rPr>
          <w:b/>
          <w:sz w:val="26"/>
          <w:szCs w:val="26"/>
        </w:rPr>
      </w:pPr>
    </w:p>
    <w:p w:rsidR="003F4047" w:rsidRPr="00ED0DC2" w:rsidRDefault="003F4047" w:rsidP="00AD27A8">
      <w:pPr>
        <w:rPr>
          <w:b/>
          <w:sz w:val="26"/>
          <w:szCs w:val="26"/>
        </w:rPr>
      </w:pPr>
    </w:p>
    <w:p w:rsidR="003F4047" w:rsidRPr="00ED0DC2" w:rsidRDefault="003F4047" w:rsidP="007A2A7B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внесении изменений в п</w:t>
      </w:r>
      <w:r w:rsidRPr="00ED0DC2">
        <w:rPr>
          <w:b/>
          <w:bCs/>
          <w:sz w:val="26"/>
          <w:szCs w:val="26"/>
        </w:rPr>
        <w:t xml:space="preserve">риказ Финансового управления от 02.12.2016 </w:t>
      </w:r>
      <w:r>
        <w:rPr>
          <w:b/>
          <w:bCs/>
          <w:sz w:val="26"/>
          <w:szCs w:val="26"/>
        </w:rPr>
        <w:t xml:space="preserve">             </w:t>
      </w:r>
      <w:r w:rsidRPr="00ED0DC2">
        <w:rPr>
          <w:b/>
          <w:bCs/>
          <w:sz w:val="26"/>
          <w:szCs w:val="26"/>
        </w:rPr>
        <w:t xml:space="preserve">№129-П «Об утверждении порядка учета бюджетных обязательств получателей средств районного бюджета» </w:t>
      </w:r>
    </w:p>
    <w:p w:rsidR="003F4047" w:rsidRPr="00ED0DC2" w:rsidRDefault="003F4047" w:rsidP="007A2A7B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3F4047" w:rsidRPr="00ED0DC2" w:rsidRDefault="003F4047" w:rsidP="004802E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ED0DC2">
        <w:rPr>
          <w:sz w:val="26"/>
          <w:szCs w:val="26"/>
        </w:rPr>
        <w:t xml:space="preserve">В целях уточнения </w:t>
      </w:r>
      <w:r w:rsidRPr="00ED0DC2">
        <w:rPr>
          <w:bCs/>
          <w:sz w:val="26"/>
          <w:szCs w:val="26"/>
        </w:rPr>
        <w:t>порядка учета бюджетных обязательств получателей средств районного бюджета</w:t>
      </w:r>
    </w:p>
    <w:p w:rsidR="003F4047" w:rsidRPr="00ED0DC2" w:rsidRDefault="003F4047" w:rsidP="004802EC">
      <w:pPr>
        <w:pStyle w:val="ConsPlusTitle"/>
        <w:widowControl/>
        <w:spacing w:line="32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4047" w:rsidRPr="00ED0DC2" w:rsidRDefault="003F4047" w:rsidP="00AD27A8">
      <w:pPr>
        <w:jc w:val="both"/>
        <w:rPr>
          <w:b/>
          <w:bCs/>
          <w:sz w:val="26"/>
          <w:szCs w:val="26"/>
        </w:rPr>
      </w:pPr>
      <w:r w:rsidRPr="00ED0DC2">
        <w:rPr>
          <w:b/>
          <w:bCs/>
          <w:sz w:val="26"/>
          <w:szCs w:val="26"/>
        </w:rPr>
        <w:t>ПРИКАЗЫВАЮ:</w:t>
      </w:r>
    </w:p>
    <w:p w:rsidR="003F4047" w:rsidRPr="00ED0DC2" w:rsidRDefault="003F4047" w:rsidP="005D147D">
      <w:pPr>
        <w:spacing w:before="120"/>
        <w:jc w:val="both"/>
        <w:rPr>
          <w:b/>
          <w:bCs/>
          <w:sz w:val="26"/>
          <w:szCs w:val="26"/>
        </w:rPr>
      </w:pPr>
    </w:p>
    <w:p w:rsidR="003F4047" w:rsidRPr="00ED0DC2" w:rsidRDefault="003F4047" w:rsidP="008F74D6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ED0DC2">
        <w:rPr>
          <w:sz w:val="26"/>
          <w:szCs w:val="26"/>
        </w:rPr>
        <w:t>1. Приложение к приказу от 02.12.2016 №129-П изложить в редакции приложения к настоящему приказу.</w:t>
      </w:r>
    </w:p>
    <w:p w:rsidR="003F4047" w:rsidRPr="00ED0DC2" w:rsidRDefault="003F4047" w:rsidP="008A2C0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b/>
          <w:sz w:val="26"/>
          <w:szCs w:val="26"/>
        </w:rPr>
      </w:pPr>
      <w:r w:rsidRPr="00ED0DC2">
        <w:rPr>
          <w:sz w:val="26"/>
          <w:szCs w:val="26"/>
        </w:rPr>
        <w:t>2. Настоящий приказ вступает в силу с 01.05.2017.</w:t>
      </w:r>
    </w:p>
    <w:p w:rsidR="003F4047" w:rsidRPr="00ED0DC2" w:rsidRDefault="003F4047" w:rsidP="005D147D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0DC2">
        <w:rPr>
          <w:rFonts w:ascii="Times New Roman" w:hAnsi="Times New Roman" w:cs="Times New Roman"/>
          <w:sz w:val="26"/>
          <w:szCs w:val="26"/>
        </w:rPr>
        <w:t>3. Контроль за исполнением настоящего приказа оставляю за собой.</w:t>
      </w:r>
    </w:p>
    <w:p w:rsidR="003F4047" w:rsidRPr="00ED0DC2" w:rsidRDefault="003F4047" w:rsidP="005D147D">
      <w:pPr>
        <w:jc w:val="center"/>
        <w:rPr>
          <w:b/>
          <w:bCs/>
          <w:sz w:val="26"/>
          <w:szCs w:val="26"/>
        </w:rPr>
      </w:pPr>
    </w:p>
    <w:p w:rsidR="003F4047" w:rsidRPr="00ED0DC2" w:rsidRDefault="003F4047" w:rsidP="005D147D">
      <w:pPr>
        <w:jc w:val="center"/>
        <w:rPr>
          <w:b/>
          <w:bCs/>
          <w:sz w:val="26"/>
          <w:szCs w:val="26"/>
        </w:rPr>
      </w:pPr>
    </w:p>
    <w:p w:rsidR="003F4047" w:rsidRPr="00ED0DC2" w:rsidRDefault="003F4047" w:rsidP="005D147D">
      <w:pPr>
        <w:jc w:val="center"/>
        <w:rPr>
          <w:b/>
          <w:bCs/>
          <w:sz w:val="26"/>
          <w:szCs w:val="26"/>
        </w:rPr>
      </w:pPr>
    </w:p>
    <w:p w:rsidR="003F4047" w:rsidRPr="00ED0DC2" w:rsidRDefault="003F4047" w:rsidP="00AD27A8">
      <w:pPr>
        <w:jc w:val="both"/>
        <w:rPr>
          <w:b/>
          <w:bCs/>
          <w:sz w:val="26"/>
          <w:szCs w:val="26"/>
        </w:rPr>
      </w:pPr>
      <w:r w:rsidRPr="00ED0DC2">
        <w:rPr>
          <w:b/>
          <w:bCs/>
          <w:sz w:val="26"/>
          <w:szCs w:val="26"/>
        </w:rPr>
        <w:t>Начальник управления                                                                 А.Н.Заднепровская</w:t>
      </w:r>
    </w:p>
    <w:sectPr w:rsidR="003F4047" w:rsidRPr="00ED0DC2" w:rsidSect="00C1323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047" w:rsidRDefault="003F4047" w:rsidP="00E47A21">
      <w:r>
        <w:separator/>
      </w:r>
    </w:p>
  </w:endnote>
  <w:endnote w:type="continuationSeparator" w:id="0">
    <w:p w:rsidR="003F4047" w:rsidRDefault="003F4047" w:rsidP="00E47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047" w:rsidRDefault="003F4047" w:rsidP="00E47A21">
      <w:r>
        <w:separator/>
      </w:r>
    </w:p>
  </w:footnote>
  <w:footnote w:type="continuationSeparator" w:id="0">
    <w:p w:rsidR="003F4047" w:rsidRDefault="003F4047" w:rsidP="00E47A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047" w:rsidRDefault="003F4047" w:rsidP="00576F2D">
    <w:pPr>
      <w:pStyle w:val="Header"/>
    </w:pPr>
  </w:p>
  <w:p w:rsidR="003F4047" w:rsidRPr="00576F2D" w:rsidRDefault="003F4047" w:rsidP="00576F2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6C9D"/>
    <w:multiLevelType w:val="hybridMultilevel"/>
    <w:tmpl w:val="19E4B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27A8"/>
    <w:rsid w:val="00007A5D"/>
    <w:rsid w:val="000137B1"/>
    <w:rsid w:val="00014BA4"/>
    <w:rsid w:val="00021381"/>
    <w:rsid w:val="00025084"/>
    <w:rsid w:val="00030FE8"/>
    <w:rsid w:val="00041778"/>
    <w:rsid w:val="00047FB5"/>
    <w:rsid w:val="00066D96"/>
    <w:rsid w:val="00066F55"/>
    <w:rsid w:val="00070122"/>
    <w:rsid w:val="000706B4"/>
    <w:rsid w:val="0007256D"/>
    <w:rsid w:val="00081B3F"/>
    <w:rsid w:val="000823D0"/>
    <w:rsid w:val="00083A6A"/>
    <w:rsid w:val="00092E6B"/>
    <w:rsid w:val="00097704"/>
    <w:rsid w:val="000C6400"/>
    <w:rsid w:val="000D51C4"/>
    <w:rsid w:val="000E0426"/>
    <w:rsid w:val="000E2A53"/>
    <w:rsid w:val="001044A1"/>
    <w:rsid w:val="001127A5"/>
    <w:rsid w:val="00113469"/>
    <w:rsid w:val="001176BE"/>
    <w:rsid w:val="00152738"/>
    <w:rsid w:val="00157106"/>
    <w:rsid w:val="00161A0E"/>
    <w:rsid w:val="00161CC8"/>
    <w:rsid w:val="00171350"/>
    <w:rsid w:val="00175B5F"/>
    <w:rsid w:val="001764CB"/>
    <w:rsid w:val="00194261"/>
    <w:rsid w:val="0019612C"/>
    <w:rsid w:val="001972D8"/>
    <w:rsid w:val="001A75D3"/>
    <w:rsid w:val="001B62A0"/>
    <w:rsid w:val="001F38DD"/>
    <w:rsid w:val="001F7EB5"/>
    <w:rsid w:val="00210611"/>
    <w:rsid w:val="00212B13"/>
    <w:rsid w:val="00225A36"/>
    <w:rsid w:val="00236BCF"/>
    <w:rsid w:val="00240131"/>
    <w:rsid w:val="00242D7C"/>
    <w:rsid w:val="00247BEF"/>
    <w:rsid w:val="00254064"/>
    <w:rsid w:val="00264BE5"/>
    <w:rsid w:val="0027346E"/>
    <w:rsid w:val="002B111B"/>
    <w:rsid w:val="002B7E2B"/>
    <w:rsid w:val="002C556E"/>
    <w:rsid w:val="002D5521"/>
    <w:rsid w:val="002E174A"/>
    <w:rsid w:val="002F4278"/>
    <w:rsid w:val="002F49F2"/>
    <w:rsid w:val="002F6BBB"/>
    <w:rsid w:val="003047BA"/>
    <w:rsid w:val="0032494E"/>
    <w:rsid w:val="00340BDE"/>
    <w:rsid w:val="00342F72"/>
    <w:rsid w:val="0034621A"/>
    <w:rsid w:val="00354E2C"/>
    <w:rsid w:val="00367996"/>
    <w:rsid w:val="00371C3D"/>
    <w:rsid w:val="0037236E"/>
    <w:rsid w:val="00380DC6"/>
    <w:rsid w:val="003826BF"/>
    <w:rsid w:val="00386EE1"/>
    <w:rsid w:val="003B6138"/>
    <w:rsid w:val="003D3E9F"/>
    <w:rsid w:val="003E57E2"/>
    <w:rsid w:val="003E7849"/>
    <w:rsid w:val="003F094D"/>
    <w:rsid w:val="003F4047"/>
    <w:rsid w:val="00400715"/>
    <w:rsid w:val="00404153"/>
    <w:rsid w:val="00407F7E"/>
    <w:rsid w:val="00430010"/>
    <w:rsid w:val="004367E6"/>
    <w:rsid w:val="00441E05"/>
    <w:rsid w:val="00443335"/>
    <w:rsid w:val="00446CD2"/>
    <w:rsid w:val="0045783A"/>
    <w:rsid w:val="00465F46"/>
    <w:rsid w:val="00467146"/>
    <w:rsid w:val="004734A0"/>
    <w:rsid w:val="0048024E"/>
    <w:rsid w:val="004802EC"/>
    <w:rsid w:val="004965A4"/>
    <w:rsid w:val="004968B2"/>
    <w:rsid w:val="004A244D"/>
    <w:rsid w:val="004A593B"/>
    <w:rsid w:val="004A7EA7"/>
    <w:rsid w:val="004B7934"/>
    <w:rsid w:val="004C62DA"/>
    <w:rsid w:val="004D07B5"/>
    <w:rsid w:val="004E568C"/>
    <w:rsid w:val="004F3542"/>
    <w:rsid w:val="004F6806"/>
    <w:rsid w:val="0050214E"/>
    <w:rsid w:val="00502F17"/>
    <w:rsid w:val="0051200A"/>
    <w:rsid w:val="0051640D"/>
    <w:rsid w:val="0052348C"/>
    <w:rsid w:val="00536107"/>
    <w:rsid w:val="00544300"/>
    <w:rsid w:val="0054732E"/>
    <w:rsid w:val="00557F3C"/>
    <w:rsid w:val="00565FC4"/>
    <w:rsid w:val="00570231"/>
    <w:rsid w:val="00570ED3"/>
    <w:rsid w:val="00576F2D"/>
    <w:rsid w:val="00581E25"/>
    <w:rsid w:val="005824E1"/>
    <w:rsid w:val="005831FF"/>
    <w:rsid w:val="0058667B"/>
    <w:rsid w:val="005870B7"/>
    <w:rsid w:val="00587E40"/>
    <w:rsid w:val="005949EB"/>
    <w:rsid w:val="005B06ED"/>
    <w:rsid w:val="005B41D6"/>
    <w:rsid w:val="005D147D"/>
    <w:rsid w:val="005D3D7D"/>
    <w:rsid w:val="005E336D"/>
    <w:rsid w:val="005E7602"/>
    <w:rsid w:val="005E7BEB"/>
    <w:rsid w:val="005F0AF1"/>
    <w:rsid w:val="005F79A1"/>
    <w:rsid w:val="00605F80"/>
    <w:rsid w:val="00616CF1"/>
    <w:rsid w:val="00627602"/>
    <w:rsid w:val="00650A04"/>
    <w:rsid w:val="006641D2"/>
    <w:rsid w:val="0067255E"/>
    <w:rsid w:val="00674340"/>
    <w:rsid w:val="0068500A"/>
    <w:rsid w:val="006853D6"/>
    <w:rsid w:val="006A031D"/>
    <w:rsid w:val="006B0D84"/>
    <w:rsid w:val="006B1A5C"/>
    <w:rsid w:val="006B68F2"/>
    <w:rsid w:val="006C7E37"/>
    <w:rsid w:val="006E3E48"/>
    <w:rsid w:val="00704ABE"/>
    <w:rsid w:val="007118C1"/>
    <w:rsid w:val="007258B9"/>
    <w:rsid w:val="00727C38"/>
    <w:rsid w:val="0073142D"/>
    <w:rsid w:val="00733D4D"/>
    <w:rsid w:val="0074739B"/>
    <w:rsid w:val="00797AAB"/>
    <w:rsid w:val="00797ED9"/>
    <w:rsid w:val="007A0E6A"/>
    <w:rsid w:val="007A0EE2"/>
    <w:rsid w:val="007A1292"/>
    <w:rsid w:val="007A2A7B"/>
    <w:rsid w:val="007A7DA4"/>
    <w:rsid w:val="007B0885"/>
    <w:rsid w:val="007D76BA"/>
    <w:rsid w:val="007F47D9"/>
    <w:rsid w:val="00800130"/>
    <w:rsid w:val="008017D9"/>
    <w:rsid w:val="0080414F"/>
    <w:rsid w:val="00815C25"/>
    <w:rsid w:val="00827EDE"/>
    <w:rsid w:val="0083089E"/>
    <w:rsid w:val="00836CB6"/>
    <w:rsid w:val="00850902"/>
    <w:rsid w:val="0085736B"/>
    <w:rsid w:val="00866B02"/>
    <w:rsid w:val="00876B3A"/>
    <w:rsid w:val="008A0F8C"/>
    <w:rsid w:val="008A2C0B"/>
    <w:rsid w:val="008A4DD1"/>
    <w:rsid w:val="008A56FF"/>
    <w:rsid w:val="008C6721"/>
    <w:rsid w:val="008C7387"/>
    <w:rsid w:val="008F69AC"/>
    <w:rsid w:val="008F74D6"/>
    <w:rsid w:val="008F76F7"/>
    <w:rsid w:val="00900313"/>
    <w:rsid w:val="00913665"/>
    <w:rsid w:val="00913B50"/>
    <w:rsid w:val="009155A5"/>
    <w:rsid w:val="00942136"/>
    <w:rsid w:val="009679FD"/>
    <w:rsid w:val="00974CF1"/>
    <w:rsid w:val="0099009F"/>
    <w:rsid w:val="0099560A"/>
    <w:rsid w:val="009B5DB0"/>
    <w:rsid w:val="009D5169"/>
    <w:rsid w:val="009D596A"/>
    <w:rsid w:val="009E2584"/>
    <w:rsid w:val="009E601E"/>
    <w:rsid w:val="00A019AA"/>
    <w:rsid w:val="00A10330"/>
    <w:rsid w:val="00A17C21"/>
    <w:rsid w:val="00A254B1"/>
    <w:rsid w:val="00A2559B"/>
    <w:rsid w:val="00A34E12"/>
    <w:rsid w:val="00A3533D"/>
    <w:rsid w:val="00A93C4D"/>
    <w:rsid w:val="00AA4A39"/>
    <w:rsid w:val="00AB5D9C"/>
    <w:rsid w:val="00AB6310"/>
    <w:rsid w:val="00AB7AC2"/>
    <w:rsid w:val="00AC0B07"/>
    <w:rsid w:val="00AC5A37"/>
    <w:rsid w:val="00AD27A8"/>
    <w:rsid w:val="00AD2D92"/>
    <w:rsid w:val="00AD42B6"/>
    <w:rsid w:val="00AF14B3"/>
    <w:rsid w:val="00B23EB3"/>
    <w:rsid w:val="00B25B22"/>
    <w:rsid w:val="00B35946"/>
    <w:rsid w:val="00B4247E"/>
    <w:rsid w:val="00B46587"/>
    <w:rsid w:val="00B473F7"/>
    <w:rsid w:val="00B51026"/>
    <w:rsid w:val="00B54B7C"/>
    <w:rsid w:val="00B556EA"/>
    <w:rsid w:val="00B5636A"/>
    <w:rsid w:val="00B576B6"/>
    <w:rsid w:val="00B61C30"/>
    <w:rsid w:val="00B83B6C"/>
    <w:rsid w:val="00BA16A8"/>
    <w:rsid w:val="00BB3BB0"/>
    <w:rsid w:val="00BB3EAC"/>
    <w:rsid w:val="00BE0FCC"/>
    <w:rsid w:val="00BF77B2"/>
    <w:rsid w:val="00C06C45"/>
    <w:rsid w:val="00C114AF"/>
    <w:rsid w:val="00C1323A"/>
    <w:rsid w:val="00C13950"/>
    <w:rsid w:val="00C14E2D"/>
    <w:rsid w:val="00C22669"/>
    <w:rsid w:val="00C23F5A"/>
    <w:rsid w:val="00C349DC"/>
    <w:rsid w:val="00C37F34"/>
    <w:rsid w:val="00C422DD"/>
    <w:rsid w:val="00C4273F"/>
    <w:rsid w:val="00C6782E"/>
    <w:rsid w:val="00C94764"/>
    <w:rsid w:val="00CA2984"/>
    <w:rsid w:val="00CA7C08"/>
    <w:rsid w:val="00CB6FDB"/>
    <w:rsid w:val="00CC2066"/>
    <w:rsid w:val="00CD0958"/>
    <w:rsid w:val="00CF38C9"/>
    <w:rsid w:val="00D32A86"/>
    <w:rsid w:val="00D50F7A"/>
    <w:rsid w:val="00D736B1"/>
    <w:rsid w:val="00D85B9D"/>
    <w:rsid w:val="00D915A9"/>
    <w:rsid w:val="00D91BD5"/>
    <w:rsid w:val="00D97FF4"/>
    <w:rsid w:val="00DB051B"/>
    <w:rsid w:val="00DB086C"/>
    <w:rsid w:val="00DB46B3"/>
    <w:rsid w:val="00DD51A9"/>
    <w:rsid w:val="00DF1AE3"/>
    <w:rsid w:val="00DF4BB2"/>
    <w:rsid w:val="00E12272"/>
    <w:rsid w:val="00E16E99"/>
    <w:rsid w:val="00E20338"/>
    <w:rsid w:val="00E36A37"/>
    <w:rsid w:val="00E4601F"/>
    <w:rsid w:val="00E46D59"/>
    <w:rsid w:val="00E47A21"/>
    <w:rsid w:val="00E54D7D"/>
    <w:rsid w:val="00E57460"/>
    <w:rsid w:val="00E7434D"/>
    <w:rsid w:val="00E81BB4"/>
    <w:rsid w:val="00EB5823"/>
    <w:rsid w:val="00EB79D2"/>
    <w:rsid w:val="00ED0DC2"/>
    <w:rsid w:val="00ED5D97"/>
    <w:rsid w:val="00EF178E"/>
    <w:rsid w:val="00F047A3"/>
    <w:rsid w:val="00F052BD"/>
    <w:rsid w:val="00F071FF"/>
    <w:rsid w:val="00F07308"/>
    <w:rsid w:val="00F16C17"/>
    <w:rsid w:val="00F16CAE"/>
    <w:rsid w:val="00F31723"/>
    <w:rsid w:val="00F4364A"/>
    <w:rsid w:val="00F44B65"/>
    <w:rsid w:val="00F52229"/>
    <w:rsid w:val="00F5568E"/>
    <w:rsid w:val="00F578B5"/>
    <w:rsid w:val="00F60FFC"/>
    <w:rsid w:val="00F66D1F"/>
    <w:rsid w:val="00F7317E"/>
    <w:rsid w:val="00F74214"/>
    <w:rsid w:val="00FB4196"/>
    <w:rsid w:val="00FB7A94"/>
    <w:rsid w:val="00FC4293"/>
    <w:rsid w:val="00FC4A4F"/>
    <w:rsid w:val="00FC622D"/>
    <w:rsid w:val="00FD2FE3"/>
    <w:rsid w:val="00FF217E"/>
    <w:rsid w:val="00FF6E55"/>
    <w:rsid w:val="00FF7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7A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D27A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AD27A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D27A8"/>
    <w:rPr>
      <w:rFonts w:cs="Times New Roman"/>
    </w:rPr>
  </w:style>
  <w:style w:type="paragraph" w:customStyle="1" w:styleId="ConsPlusTitle">
    <w:name w:val="ConsPlusTitle"/>
    <w:uiPriority w:val="99"/>
    <w:rsid w:val="00AD27A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AD27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D27A8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9D596A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E47A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47A21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131</Words>
  <Characters>748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М. Иванищева</dc:creator>
  <cp:keywords/>
  <dc:description/>
  <cp:lastModifiedBy>shtobbe</cp:lastModifiedBy>
  <cp:revision>9</cp:revision>
  <cp:lastPrinted>2017-04-05T01:14:00Z</cp:lastPrinted>
  <dcterms:created xsi:type="dcterms:W3CDTF">2017-01-24T03:13:00Z</dcterms:created>
  <dcterms:modified xsi:type="dcterms:W3CDTF">2017-04-05T01:14:00Z</dcterms:modified>
</cp:coreProperties>
</file>